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DB" w:rsidRPr="0095687C" w:rsidRDefault="00E801DB" w:rsidP="009568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687C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E801DB" w:rsidRPr="0095687C" w:rsidRDefault="00E801DB" w:rsidP="009568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687C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E801DB" w:rsidRPr="0095687C" w:rsidRDefault="00E801DB" w:rsidP="0095687C">
      <w:pPr>
        <w:spacing w:after="0"/>
        <w:ind w:left="-567"/>
        <w:jc w:val="right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026" style="position:absolute;left:0;text-align:left;z-index:251658240" from="-75.6pt,4.1pt" to="493.25pt,4.15pt" o:allowincell="f"/>
        </w:pict>
      </w:r>
      <w:r>
        <w:rPr>
          <w:noProof/>
        </w:rPr>
        <w:pict>
          <v:line id="_x0000_s1027" style="position:absolute;left:0;text-align:left;z-index:251659264" from="-75.6pt,10.95pt" to="493.25pt,11pt" o:allowincell="f" strokeweight="2pt"/>
        </w:pict>
      </w:r>
    </w:p>
    <w:p w:rsidR="00E801DB" w:rsidRPr="0095687C" w:rsidRDefault="00E801DB" w:rsidP="0095687C">
      <w:pPr>
        <w:spacing w:after="0"/>
        <w:jc w:val="center"/>
        <w:rPr>
          <w:rFonts w:ascii="Times New Roman" w:hAnsi="Times New Roman"/>
        </w:rPr>
      </w:pPr>
    </w:p>
    <w:p w:rsidR="00E801DB" w:rsidRPr="0095687C" w:rsidRDefault="00E801DB" w:rsidP="0095687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E801DB" w:rsidRPr="0095687C" w:rsidRDefault="00E801DB" w:rsidP="0095687C">
      <w:pPr>
        <w:spacing w:after="0"/>
        <w:jc w:val="center"/>
        <w:rPr>
          <w:rFonts w:ascii="Times New Roman" w:hAnsi="Times New Roman"/>
          <w:b/>
          <w:sz w:val="24"/>
        </w:rPr>
      </w:pPr>
      <w:r w:rsidRPr="0095687C">
        <w:rPr>
          <w:rFonts w:ascii="Times New Roman" w:hAnsi="Times New Roman"/>
          <w:b/>
          <w:sz w:val="24"/>
        </w:rPr>
        <w:t>ПОСТАНОВЛЕНИЕ</w:t>
      </w:r>
    </w:p>
    <w:p w:rsidR="00E801DB" w:rsidRPr="00644589" w:rsidRDefault="00E801DB" w:rsidP="003E05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11.11.2013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279</w:t>
      </w:r>
    </w:p>
    <w:p w:rsidR="00E801DB" w:rsidRDefault="00E801DB" w:rsidP="003E0566">
      <w:pPr>
        <w:spacing w:after="0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E801DB" w:rsidRPr="00B765FC" w:rsidRDefault="00E801DB" w:rsidP="003E0566">
      <w:pPr>
        <w:spacing w:after="0"/>
        <w:jc w:val="both"/>
        <w:rPr>
          <w:rFonts w:ascii="Times New Roman" w:hAnsi="Times New Roman"/>
          <w:color w:val="FFFFFF"/>
          <w:sz w:val="28"/>
          <w:szCs w:val="28"/>
        </w:rPr>
      </w:pPr>
      <w:r w:rsidRPr="00B765FC">
        <w:rPr>
          <w:rFonts w:ascii="Times New Roman" w:hAnsi="Times New Roman"/>
          <w:color w:val="FFFFFF"/>
          <w:sz w:val="28"/>
          <w:szCs w:val="28"/>
        </w:rPr>
        <w:t>04.10.2013</w:t>
      </w:r>
      <w:r>
        <w:rPr>
          <w:rFonts w:ascii="Times New Roman" w:hAnsi="Times New Roman"/>
          <w:color w:val="FFFFFF"/>
          <w:sz w:val="28"/>
          <w:szCs w:val="28"/>
        </w:rPr>
        <w:t xml:space="preserve"> </w:t>
      </w:r>
      <w:r w:rsidRPr="00B765FC">
        <w:rPr>
          <w:rFonts w:ascii="Times New Roman" w:hAnsi="Times New Roman"/>
          <w:color w:val="FFFFFF"/>
          <w:sz w:val="28"/>
          <w:szCs w:val="28"/>
        </w:rPr>
        <w:t xml:space="preserve">                                                              № 239</w:t>
      </w:r>
    </w:p>
    <w:p w:rsidR="00E801DB" w:rsidRPr="0095687C" w:rsidRDefault="00E801DB" w:rsidP="00644589">
      <w:pPr>
        <w:spacing w:after="0" w:line="240" w:lineRule="auto"/>
        <w:ind w:right="36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Шарыпово от 04.10.2013г. № 239 «Об утверждении муниципальной программы «Развитие физической культуры и спорта в городе Шарыпово» на 2014-2016 годы»».</w:t>
      </w:r>
    </w:p>
    <w:p w:rsidR="00E801DB" w:rsidRPr="0095687C" w:rsidRDefault="00E801DB" w:rsidP="00E13E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</w:p>
    <w:p w:rsidR="00E801DB" w:rsidRPr="0095687C" w:rsidRDefault="00E801DB" w:rsidP="0095687C">
      <w:pPr>
        <w:spacing w:after="0"/>
        <w:rPr>
          <w:rFonts w:ascii="Times New Roman" w:hAnsi="Times New Roman"/>
          <w:sz w:val="28"/>
          <w:szCs w:val="28"/>
        </w:rPr>
      </w:pPr>
      <w:r w:rsidRPr="0095687C">
        <w:rPr>
          <w:rFonts w:ascii="Times New Roman" w:hAnsi="Times New Roman"/>
          <w:sz w:val="28"/>
          <w:szCs w:val="28"/>
        </w:rPr>
        <w:tab/>
      </w:r>
    </w:p>
    <w:p w:rsidR="00E801DB" w:rsidRPr="00FF3632" w:rsidRDefault="00E801DB" w:rsidP="00D102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02BA"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Постановление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>
        <w:rPr>
          <w:rFonts w:ascii="Times New Roman" w:hAnsi="Times New Roman"/>
          <w:sz w:val="28"/>
          <w:szCs w:val="28"/>
        </w:rPr>
        <w:t>, р</w:t>
      </w:r>
      <w:r w:rsidRPr="00FF3632">
        <w:rPr>
          <w:rFonts w:ascii="Times New Roman" w:hAnsi="Times New Roman"/>
          <w:sz w:val="28"/>
          <w:szCs w:val="28"/>
        </w:rPr>
        <w:t>уководствуясь ст.37 Устава города Шарыпово</w:t>
      </w:r>
    </w:p>
    <w:p w:rsidR="00E801DB" w:rsidRPr="00FF6620" w:rsidRDefault="00E801DB" w:rsidP="0003606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F6620">
        <w:rPr>
          <w:rFonts w:ascii="Times New Roman" w:hAnsi="Times New Roman"/>
          <w:sz w:val="28"/>
          <w:szCs w:val="28"/>
        </w:rPr>
        <w:t>ПОСТАНОВЛЯЮ:</w:t>
      </w:r>
    </w:p>
    <w:p w:rsidR="00E801DB" w:rsidRPr="0041240B" w:rsidRDefault="00E801DB" w:rsidP="0041240B">
      <w:pPr>
        <w:pStyle w:val="ListParagraph"/>
        <w:numPr>
          <w:ilvl w:val="0"/>
          <w:numId w:val="4"/>
        </w:numPr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40B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Шарыпово от 04.10.2013 года № 239 «Об утверждении муниципальной программы «Развитие физической культуры и спорта в городе Шарыпово» на 2014-2016 годы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E801DB" w:rsidRPr="0041240B" w:rsidRDefault="00E801DB" w:rsidP="0041240B">
      <w:pPr>
        <w:pStyle w:val="ListParagraph"/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40B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41240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41240B"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городе Шарыпово» на 2014-2016 годы изложить в новой редакции согласно приложению.</w:t>
      </w:r>
    </w:p>
    <w:p w:rsidR="00E801DB" w:rsidRPr="0095687C" w:rsidRDefault="00E801DB" w:rsidP="0003606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</w:t>
      </w:r>
      <w:r w:rsidRPr="0095687C">
        <w:rPr>
          <w:rFonts w:ascii="Times New Roman" w:hAnsi="Times New Roman"/>
          <w:sz w:val="28"/>
          <w:szCs w:val="28"/>
        </w:rPr>
        <w:t xml:space="preserve">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Главы города Шарыпово по социальным вопросам Шепель С.П.</w:t>
      </w:r>
    </w:p>
    <w:p w:rsidR="00E801DB" w:rsidRDefault="00E801DB" w:rsidP="0003606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257DE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>
        <w:rPr>
          <w:rFonts w:ascii="Times New Roman" w:hAnsi="Times New Roman"/>
          <w:sz w:val="28"/>
          <w:szCs w:val="28"/>
        </w:rPr>
        <w:t xml:space="preserve">но не ранее 01.01.2014 года, </w:t>
      </w:r>
      <w:r w:rsidRPr="006257DE">
        <w:rPr>
          <w:rFonts w:ascii="Times New Roman" w:hAnsi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E801DB" w:rsidRDefault="00E801DB" w:rsidP="00581E27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01DB" w:rsidRDefault="00E801DB" w:rsidP="00581E27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01DB" w:rsidRDefault="00E801DB" w:rsidP="00ED55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01DB" w:rsidRDefault="00E801DB" w:rsidP="000360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Шарыпово      </w:t>
      </w:r>
      <w:r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В.Г. Хохлов</w:t>
      </w:r>
    </w:p>
    <w:sectPr w:rsidR="00E801DB" w:rsidSect="000321E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34E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B201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867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6127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E220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87A21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0CB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7AC51F6E"/>
    <w:multiLevelType w:val="hybridMultilevel"/>
    <w:tmpl w:val="A6EE85F2"/>
    <w:lvl w:ilvl="0" w:tplc="573C1186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87C"/>
    <w:rsid w:val="000321E9"/>
    <w:rsid w:val="00036066"/>
    <w:rsid w:val="00071BD7"/>
    <w:rsid w:val="000918EB"/>
    <w:rsid w:val="000971D5"/>
    <w:rsid w:val="0025545E"/>
    <w:rsid w:val="002F0B55"/>
    <w:rsid w:val="00363D5C"/>
    <w:rsid w:val="003B6AD7"/>
    <w:rsid w:val="003E0566"/>
    <w:rsid w:val="003E31EC"/>
    <w:rsid w:val="0040065F"/>
    <w:rsid w:val="0041240B"/>
    <w:rsid w:val="00462E4B"/>
    <w:rsid w:val="004A5970"/>
    <w:rsid w:val="00575954"/>
    <w:rsid w:val="00581E27"/>
    <w:rsid w:val="00586000"/>
    <w:rsid w:val="006257DE"/>
    <w:rsid w:val="00644589"/>
    <w:rsid w:val="0065480F"/>
    <w:rsid w:val="00657E5F"/>
    <w:rsid w:val="00666E2D"/>
    <w:rsid w:val="00711E50"/>
    <w:rsid w:val="00732057"/>
    <w:rsid w:val="007C07FD"/>
    <w:rsid w:val="007D68F4"/>
    <w:rsid w:val="007E1236"/>
    <w:rsid w:val="009374AA"/>
    <w:rsid w:val="0095687C"/>
    <w:rsid w:val="00962990"/>
    <w:rsid w:val="009834A8"/>
    <w:rsid w:val="00A11263"/>
    <w:rsid w:val="00A17D95"/>
    <w:rsid w:val="00A63F4B"/>
    <w:rsid w:val="00AD1FD4"/>
    <w:rsid w:val="00B30ED5"/>
    <w:rsid w:val="00B765FC"/>
    <w:rsid w:val="00CB7BE8"/>
    <w:rsid w:val="00D102BA"/>
    <w:rsid w:val="00D15BBF"/>
    <w:rsid w:val="00D939D4"/>
    <w:rsid w:val="00E13E96"/>
    <w:rsid w:val="00E51630"/>
    <w:rsid w:val="00E801DB"/>
    <w:rsid w:val="00ED51B0"/>
    <w:rsid w:val="00ED55A7"/>
    <w:rsid w:val="00EF016F"/>
    <w:rsid w:val="00EF21BB"/>
    <w:rsid w:val="00F41ED1"/>
    <w:rsid w:val="00FA2A16"/>
    <w:rsid w:val="00FA56A3"/>
    <w:rsid w:val="00FF3632"/>
    <w:rsid w:val="00FF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B7BE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CB7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B7B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237</Words>
  <Characters>1355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2013-10-03T02:01:00Z</cp:lastPrinted>
  <dcterms:created xsi:type="dcterms:W3CDTF">2013-11-11T07:14:00Z</dcterms:created>
  <dcterms:modified xsi:type="dcterms:W3CDTF">2013-12-05T02:45:00Z</dcterms:modified>
</cp:coreProperties>
</file>